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685E6D4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6A743604" w14:textId="3F28509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F4974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AF4974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8C55346" w:rsidR="0085747A" w:rsidRPr="009C54AE" w:rsidRDefault="002E21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216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Bankowe metody oceny zdolności kredytowej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D37A6FA" w:rsidR="0085747A" w:rsidRPr="009C54AE" w:rsidRDefault="002E21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216F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E/I/</w:t>
            </w:r>
            <w:proofErr w:type="spellStart"/>
            <w:r w:rsidRPr="002E216F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GFiR</w:t>
            </w:r>
            <w:proofErr w:type="spellEnd"/>
            <w:r w:rsidRPr="002E216F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/C-1.10b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F83AD1F" w:rsidR="0085747A" w:rsidRPr="009C54AE" w:rsidRDefault="0077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9C54AE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F2F95FC" w:rsidR="0085747A" w:rsidRPr="009C54AE" w:rsidRDefault="0077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E622611" w:rsidR="0085747A" w:rsidRPr="009C54AE" w:rsidRDefault="007720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BA81522" w:rsidR="0085747A" w:rsidRPr="009E48C8" w:rsidRDefault="00DC0F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9E48C8" w:rsidRPr="009E48C8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A791869" w:rsidR="0085747A" w:rsidRPr="009C54AE" w:rsidRDefault="009A25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75B23DC" w:rsidR="0085747A" w:rsidRPr="009C54AE" w:rsidRDefault="00772061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2651CE0" w:rsidR="0085747A" w:rsidRPr="009C54AE" w:rsidRDefault="002E21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216F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9C54AE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CA8EADC" w:rsidR="003823BE" w:rsidRPr="00161AB3" w:rsidRDefault="002E216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617A1D5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2FC9263" w:rsidR="003823BE" w:rsidRPr="00161AB3" w:rsidRDefault="00DC0F4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405D4A5" w14:textId="77777777" w:rsidR="00ED26A0" w:rsidRPr="001C6E64" w:rsidRDefault="00ED26A0" w:rsidP="00ED26A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C6E64">
        <w:rPr>
          <w:rStyle w:val="normaltextrun"/>
          <w:rFonts w:ascii="Corbel" w:hAnsi="Corbel" w:cs="Segoe UI"/>
        </w:rPr>
        <w:sym w:font="Wingdings" w:char="F0FE"/>
      </w:r>
      <w:r w:rsidRPr="001C6E64">
        <w:rPr>
          <w:rStyle w:val="normaltextrun"/>
          <w:rFonts w:ascii="Corbel" w:hAnsi="Corbel" w:cs="Segoe UI"/>
        </w:rPr>
        <w:t> </w:t>
      </w:r>
      <w:r w:rsidRPr="001C6E64">
        <w:rPr>
          <w:rFonts w:ascii="Corbel" w:hAnsi="Corbel"/>
        </w:rPr>
        <w:t>zajęcia w formie tradycyjnej (lub zdalnie z wykorzystaniem platformy Ms </w:t>
      </w:r>
      <w:proofErr w:type="spellStart"/>
      <w:r w:rsidRPr="001C6E64">
        <w:rPr>
          <w:rStyle w:val="spellingerror"/>
          <w:rFonts w:ascii="Corbel" w:hAnsi="Corbel"/>
        </w:rPr>
        <w:t>Teams</w:t>
      </w:r>
      <w:proofErr w:type="spellEnd"/>
      <w:r w:rsidRPr="001C6E64">
        <w:rPr>
          <w:rStyle w:val="spellingerror"/>
          <w:rFonts w:ascii="Corbel" w:hAnsi="Corbel"/>
        </w:rPr>
        <w:t>)</w:t>
      </w:r>
      <w:r w:rsidRPr="001C6E6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EBB8BA5" w14:textId="77777777" w:rsidR="00ED26A0" w:rsidRDefault="00ED26A0" w:rsidP="00ED26A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79FF20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15E9C76D" w:rsidR="00E1719D" w:rsidRPr="00091D88" w:rsidRDefault="002E216F" w:rsidP="00772061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EF55E32" w:rsidR="0085747A" w:rsidRPr="009C54AE" w:rsidRDefault="002E216F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21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znajomość analizy finansowej przedsiębiorstwa oraz rachunkowości finansowej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0E14621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E216F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2E216F" w:rsidRPr="00161AB3" w:rsidRDefault="002E216F" w:rsidP="002E21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</w:tcPr>
          <w:p w14:paraId="60DD2455" w14:textId="1AAF27E6" w:rsidR="002E216F" w:rsidRPr="002E216F" w:rsidRDefault="002E216F" w:rsidP="002E21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E216F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2E216F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2E216F" w:rsidRPr="003823BE" w:rsidRDefault="002E216F" w:rsidP="002E216F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5989CF91" w:rsidR="002E216F" w:rsidRPr="002E216F" w:rsidRDefault="002E216F" w:rsidP="002E21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E216F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35D410DF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E216F" w:rsidRPr="00091D88" w14:paraId="76324132" w14:textId="77777777" w:rsidTr="00C31456">
        <w:tc>
          <w:tcPr>
            <w:tcW w:w="1679" w:type="dxa"/>
          </w:tcPr>
          <w:p w14:paraId="3EA3AECA" w14:textId="74C9B2FC" w:rsidR="002E216F" w:rsidRPr="00091D88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6DC936B4" w:rsidR="002E216F" w:rsidRPr="00091D88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5B447DD1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52274D2F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4E88EE7E" w14:textId="0C7DD37E" w:rsidR="002E216F" w:rsidRP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K_W09</w:t>
            </w:r>
          </w:p>
        </w:tc>
      </w:tr>
      <w:tr w:rsidR="002E216F" w:rsidRPr="00091D88" w14:paraId="175FF883" w14:textId="77777777" w:rsidTr="00C31456">
        <w:tc>
          <w:tcPr>
            <w:tcW w:w="1679" w:type="dxa"/>
          </w:tcPr>
          <w:p w14:paraId="00FC0AD0" w14:textId="5682E2CD" w:rsidR="002E216F" w:rsidRPr="00091D88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1DC60445" w:rsidR="002E216F" w:rsidRPr="00091D88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</w:tcPr>
          <w:p w14:paraId="6EF5C34C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2A2236AD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4AA0D6DF" w14:textId="1B8CBFF6" w:rsidR="002E216F" w:rsidRPr="00091D88" w:rsidRDefault="005427D9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K_U11</w:t>
            </w:r>
          </w:p>
        </w:tc>
      </w:tr>
      <w:tr w:rsidR="002E216F" w:rsidRPr="00091D88" w14:paraId="54095297" w14:textId="77777777" w:rsidTr="00997ABE">
        <w:tc>
          <w:tcPr>
            <w:tcW w:w="1679" w:type="dxa"/>
          </w:tcPr>
          <w:p w14:paraId="57CD88B7" w14:textId="7F003003" w:rsidR="002E216F" w:rsidRPr="00091D88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677BF08" w:rsidR="002E216F" w:rsidRPr="00091D88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</w:tcPr>
          <w:p w14:paraId="0CCFA0B7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082D8D68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K_U09</w:t>
            </w:r>
          </w:p>
          <w:p w14:paraId="4662B6BD" w14:textId="252398E6" w:rsidR="002E216F" w:rsidRPr="00091D88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K_U1</w:t>
            </w:r>
            <w:r w:rsidR="00673965">
              <w:rPr>
                <w:rFonts w:ascii="Corbel" w:hAnsi="Corbel"/>
                <w:szCs w:val="24"/>
              </w:rPr>
              <w:t>1</w:t>
            </w:r>
          </w:p>
        </w:tc>
      </w:tr>
      <w:tr w:rsidR="002E216F" w:rsidRPr="00091D88" w14:paraId="09671D0A" w14:textId="77777777" w:rsidTr="00997ABE">
        <w:tc>
          <w:tcPr>
            <w:tcW w:w="1679" w:type="dxa"/>
          </w:tcPr>
          <w:p w14:paraId="6C457C23" w14:textId="53D1D116" w:rsidR="002E216F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0B8345D" w14:textId="334F2BA2" w:rsidR="002E216F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zweryfikować wiarygodność wykorzystanych metod bankowych za pomocą modeli dyskryminacyjnych,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probitowych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F49BC3E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4AC780EC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K_U09</w:t>
            </w:r>
          </w:p>
          <w:p w14:paraId="75BDB21E" w14:textId="57C20D4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</w:t>
            </w:r>
            <w:r w:rsidR="0067396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2E216F" w:rsidRPr="00091D88" w14:paraId="17CE483C" w14:textId="77777777" w:rsidTr="00997ABE">
        <w:tc>
          <w:tcPr>
            <w:tcW w:w="1679" w:type="dxa"/>
          </w:tcPr>
          <w:p w14:paraId="0B01096E" w14:textId="5FB5EF26" w:rsidR="002E216F" w:rsidRDefault="002E216F" w:rsidP="002E21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41D37376" w14:textId="61A47E56" w:rsidR="002E216F" w:rsidRDefault="002E216F" w:rsidP="002E21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6636A52C" w14:textId="7AA667F1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  <w:p w14:paraId="6801600A" w14:textId="77777777" w:rsidR="002E216F" w:rsidRDefault="002E216F" w:rsidP="002E216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2558E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16F" w:rsidRPr="009C54AE" w14:paraId="7BDBAFB0" w14:textId="77777777" w:rsidTr="00FD24AD">
        <w:tc>
          <w:tcPr>
            <w:tcW w:w="9520" w:type="dxa"/>
          </w:tcPr>
          <w:p w14:paraId="0827D9D0" w14:textId="4ADBAB54" w:rsidR="002E216F" w:rsidRPr="009C54AE" w:rsidRDefault="002E216F" w:rsidP="002E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16F" w:rsidRPr="009C54AE" w14:paraId="52C24D11" w14:textId="77777777" w:rsidTr="00FD24AD">
        <w:tc>
          <w:tcPr>
            <w:tcW w:w="9520" w:type="dxa"/>
          </w:tcPr>
          <w:p w14:paraId="35EFFCCE" w14:textId="4234E44B" w:rsidR="002E216F" w:rsidRPr="009C54AE" w:rsidRDefault="002E216F" w:rsidP="002E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2E216F" w:rsidRPr="009C54AE" w14:paraId="46EBA714" w14:textId="77777777" w:rsidTr="00FD24AD">
        <w:tc>
          <w:tcPr>
            <w:tcW w:w="9520" w:type="dxa"/>
          </w:tcPr>
          <w:p w14:paraId="30B911C6" w14:textId="2C37A418" w:rsidR="002E216F" w:rsidRPr="009C54AE" w:rsidRDefault="002E216F" w:rsidP="002E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2E216F" w:rsidRPr="009C54AE" w14:paraId="0EF1D39C" w14:textId="77777777" w:rsidTr="00544FC5">
        <w:tc>
          <w:tcPr>
            <w:tcW w:w="9520" w:type="dxa"/>
            <w:vAlign w:val="center"/>
          </w:tcPr>
          <w:p w14:paraId="59759569" w14:textId="065EA090" w:rsidR="002E216F" w:rsidRPr="009C54AE" w:rsidRDefault="002E216F" w:rsidP="002E21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scoring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kredytowy jako ilościowa ocena ryzyka kredytowego, metody analizy danych stosowane w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scoringu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kredytowym, budowa modelu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scoringowego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i jego ocena)</w:t>
            </w:r>
          </w:p>
        </w:tc>
      </w:tr>
      <w:tr w:rsidR="002E216F" w:rsidRPr="009C54AE" w14:paraId="04CB46F8" w14:textId="77777777" w:rsidTr="00544FC5">
        <w:tc>
          <w:tcPr>
            <w:tcW w:w="9520" w:type="dxa"/>
            <w:vAlign w:val="center"/>
          </w:tcPr>
          <w:p w14:paraId="495544E6" w14:textId="77777777" w:rsidR="002E216F" w:rsidRDefault="002E216F" w:rsidP="002E216F">
            <w:pPr>
              <w:autoSpaceDE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  <w:p w14:paraId="674112E1" w14:textId="77777777" w:rsidR="002E216F" w:rsidRDefault="002E216F" w:rsidP="002E216F">
            <w:pPr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467E2E16" w14:textId="77777777" w:rsidR="002E216F" w:rsidRDefault="002E216F" w:rsidP="002E216F">
            <w:pPr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71BACE7E" w14:textId="77777777" w:rsidR="002E216F" w:rsidRDefault="002E216F" w:rsidP="002E216F">
            <w:pPr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2690A313" w14:textId="77777777" w:rsidR="002E216F" w:rsidRDefault="002E216F" w:rsidP="002E216F">
            <w:pPr>
              <w:numPr>
                <w:ilvl w:val="0"/>
                <w:numId w:val="1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Metoda BSK ING S.A.</w:t>
            </w:r>
          </w:p>
          <w:p w14:paraId="6E4FC1D0" w14:textId="620103D1" w:rsidR="002E216F" w:rsidRPr="00D21B0C" w:rsidRDefault="002E216F" w:rsidP="00D21B0C">
            <w:pPr>
              <w:pStyle w:val="Akapitzlist"/>
              <w:numPr>
                <w:ilvl w:val="0"/>
                <w:numId w:val="12"/>
              </w:numPr>
              <w:suppressAutoHyphens/>
              <w:autoSpaceDE w:val="0"/>
              <w:autoSpaceDN w:val="0"/>
              <w:spacing w:after="0"/>
              <w:contextualSpacing w:val="0"/>
              <w:textAlignment w:val="baseline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PeKaO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S.A.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A481286" w14:textId="7F603611" w:rsidR="00BC1C6D" w:rsidRPr="00BC1C6D" w:rsidRDefault="00BC1C6D" w:rsidP="002E216F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2E216F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2E216F">
        <w:rPr>
          <w:rFonts w:ascii="Corbel" w:hAnsi="Corbel"/>
          <w:b w:val="0"/>
          <w:smallCaps w:val="0"/>
          <w:szCs w:val="24"/>
        </w:rPr>
        <w:t xml:space="preserve"> </w:t>
      </w:r>
      <w:r w:rsidR="002E216F" w:rsidRPr="002E216F">
        <w:rPr>
          <w:rFonts w:ascii="Corbel" w:hAnsi="Corbel"/>
          <w:b w:val="0"/>
          <w:smallCaps w:val="0"/>
          <w:szCs w:val="24"/>
        </w:rPr>
        <w:t>gry dydaktyczne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216F" w:rsidRPr="00161AB3" w14:paraId="43E59ED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9506169" w14:textId="503E9359" w:rsidR="002E216F" w:rsidRPr="002E216F" w:rsidRDefault="00673965" w:rsidP="002E216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3C761E55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216F" w:rsidRPr="00161AB3" w14:paraId="6A60C268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360C13EB" w:rsidR="002E216F" w:rsidRPr="002E216F" w:rsidRDefault="00673965" w:rsidP="002E216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4C98E7AA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216F" w:rsidRPr="00161AB3" w14:paraId="5133D73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621C53CD" w14:textId="474C61C7" w:rsidR="002E216F" w:rsidRPr="002E216F" w:rsidRDefault="00673965" w:rsidP="002E216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egzamin pisemny, kolokwium, 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093956E7" w:rsidR="002E216F" w:rsidRPr="00F24FFC" w:rsidRDefault="002E216F" w:rsidP="002E21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427D9" w:rsidRPr="00161AB3" w14:paraId="74607022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1C5F" w14:textId="6A68B1EA" w:rsidR="005427D9" w:rsidRPr="00091D88" w:rsidRDefault="005427D9" w:rsidP="00542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36181099" w14:textId="4AF8CEBF" w:rsidR="005427D9" w:rsidRPr="002E216F" w:rsidRDefault="005427D9" w:rsidP="005427D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egzamin pisemny, kolokwium, 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9E3D" w14:textId="6EAD45B7" w:rsidR="005427D9" w:rsidRPr="00091D88" w:rsidRDefault="005427D9" w:rsidP="00542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427D9" w:rsidRPr="00161AB3" w14:paraId="4047651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4524" w14:textId="3077383A" w:rsidR="005427D9" w:rsidRDefault="005427D9" w:rsidP="00542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14:paraId="12E638D8" w14:textId="2BD276D1" w:rsidR="005427D9" w:rsidRPr="002E216F" w:rsidRDefault="005427D9" w:rsidP="005427D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2E216F">
              <w:rPr>
                <w:rFonts w:ascii="Corbel" w:eastAsia="Times New Roman" w:hAnsi="Corbel"/>
                <w:b w:val="0"/>
                <w:smallCaps w:val="0"/>
                <w:szCs w:val="24"/>
              </w:rPr>
              <w:t>egz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</w:rPr>
              <w:t>amin pisemny, kolokwium,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63E1" w14:textId="0F24E098" w:rsidR="005427D9" w:rsidRDefault="005427D9" w:rsidP="00542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19CDA2B8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>
              <w:rPr>
                <w:rFonts w:ascii="Corbel" w:hAnsi="Corbel"/>
                <w:sz w:val="24"/>
                <w:szCs w:val="24"/>
              </w:rPr>
              <w:t>2</w:t>
            </w:r>
            <w:r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57CB7462" w:rsidR="00F24FFC" w:rsidRPr="00161AB3" w:rsidRDefault="009A25C5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</w:t>
            </w:r>
            <w:r w:rsidR="00F24FFC" w:rsidRPr="00161AB3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F24FFC"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  <w:p w14:paraId="54225531" w14:textId="720DC7B2" w:rsidR="0085747A" w:rsidRPr="009C54AE" w:rsidRDefault="002E216F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zdania </w:t>
            </w:r>
            <w:r w:rsidRPr="002E216F">
              <w:rPr>
                <w:rFonts w:ascii="Corbel" w:hAnsi="Corbel"/>
                <w:b w:val="0"/>
                <w:smallCaps w:val="0"/>
                <w:szCs w:val="24"/>
              </w:rPr>
              <w:t>egzaminu jest poprawne rozwiązanie trzech spośród pięciu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584FF95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7396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04DC97F2" w:rsidR="00D45B17" w:rsidRPr="009C54AE" w:rsidRDefault="00DC0F4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26687679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9A25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9A25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301E084" w:rsidR="00D45B17" w:rsidRPr="009C54AE" w:rsidRDefault="00DC0F4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1B0C" w:rsidRPr="009C54AE" w14:paraId="2E7E5A7A" w14:textId="77777777" w:rsidTr="000701FD">
        <w:trPr>
          <w:trHeight w:val="397"/>
        </w:trPr>
        <w:tc>
          <w:tcPr>
            <w:tcW w:w="5000" w:type="pct"/>
          </w:tcPr>
          <w:p w14:paraId="1A5AE574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214BB7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1.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 xml:space="preserve">Bankowość: Podręcznik akademicki, pod red. W. L. Jaworskiego, </w:t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Poltext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, Warszawa 200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5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4626447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Ryżewska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 S., Bankowa analiza przedsiębiorstwa na potrzeby oceny ryzyka kredytowego.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DADC57F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3.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D21B0C" w:rsidRPr="009C54AE" w14:paraId="75706AC8" w14:textId="77777777" w:rsidTr="000701FD">
        <w:trPr>
          <w:trHeight w:val="397"/>
        </w:trPr>
        <w:tc>
          <w:tcPr>
            <w:tcW w:w="5000" w:type="pct"/>
          </w:tcPr>
          <w:p w14:paraId="4061BCC8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9422EC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>
              <w:t xml:space="preserve">. </w:t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Krasodomska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 J., Zarządzanie ryzykiem operacyjnym w bankach, PWE, Warszawa 2008.</w:t>
            </w:r>
          </w:p>
          <w:p w14:paraId="4E0C582E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Zaleska M., Ocena ekonomiczno-finansowa przedsiębiorstwa przez analityka bankowego (wyd. II poprawione i rozszerzone), Oficyna Wydawnicza SGH, Warszawa 2012.</w:t>
            </w:r>
          </w:p>
          <w:p w14:paraId="4A9FA923" w14:textId="77777777" w:rsidR="00D21B0C" w:rsidRPr="005427D9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3.</w:t>
            </w:r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ab/>
            </w:r>
            <w:proofErr w:type="spellStart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Matuszyk</w:t>
            </w:r>
            <w:proofErr w:type="spellEnd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proofErr w:type="spellStart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Credit</w:t>
            </w:r>
            <w:proofErr w:type="spellEnd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scoring</w:t>
            </w:r>
            <w:proofErr w:type="spellEnd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5427D9">
              <w:rPr>
                <w:rFonts w:ascii="Corbel" w:hAnsi="Corbel"/>
                <w:sz w:val="24"/>
                <w:szCs w:val="24"/>
                <w:lang w:eastAsia="pl-PL"/>
              </w:rPr>
              <w:t>, Warszawa 2018.</w:t>
            </w:r>
          </w:p>
          <w:p w14:paraId="6A289381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4.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31AFBC5E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5.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3DDA2955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ab/>
              <w:t xml:space="preserve">Nowak M., Ocena zdolności kredytowej i ryzyka kredytowego – poradnik bankowca. Wydawnictwo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 Poznań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0A7C8C" w14:textId="77777777" w:rsidR="00EB4F9D" w:rsidRDefault="00EB4F9D" w:rsidP="00C16ABF">
      <w:pPr>
        <w:spacing w:after="0" w:line="240" w:lineRule="auto"/>
      </w:pPr>
      <w:r>
        <w:separator/>
      </w:r>
    </w:p>
  </w:endnote>
  <w:endnote w:type="continuationSeparator" w:id="0">
    <w:p w14:paraId="2D01AC97" w14:textId="77777777" w:rsidR="00EB4F9D" w:rsidRDefault="00EB4F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2A3D34" w14:textId="77777777" w:rsidR="00EB4F9D" w:rsidRDefault="00EB4F9D" w:rsidP="00C16ABF">
      <w:pPr>
        <w:spacing w:after="0" w:line="240" w:lineRule="auto"/>
      </w:pPr>
      <w:r>
        <w:separator/>
      </w:r>
    </w:p>
  </w:footnote>
  <w:footnote w:type="continuationSeparator" w:id="0">
    <w:p w14:paraId="1476C9B7" w14:textId="77777777" w:rsidR="00EB4F9D" w:rsidRDefault="00EB4F9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1"/>
  </w:num>
  <w:num w:numId="8">
    <w:abstractNumId w:val="7"/>
  </w:num>
  <w:num w:numId="9">
    <w:abstractNumId w:val="3"/>
  </w:num>
  <w:num w:numId="10">
    <w:abstractNumId w:val="2"/>
  </w:num>
  <w:num w:numId="11">
    <w:abstractNumId w:val="9"/>
  </w:num>
  <w:num w:numId="12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C6E6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81FF2"/>
    <w:rsid w:val="00283CD5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0392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27D9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7B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965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061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35527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25C5"/>
    <w:rsid w:val="009A78D9"/>
    <w:rsid w:val="009C3E31"/>
    <w:rsid w:val="009C54AE"/>
    <w:rsid w:val="009C788E"/>
    <w:rsid w:val="009D3F3B"/>
    <w:rsid w:val="009E0543"/>
    <w:rsid w:val="009E3B41"/>
    <w:rsid w:val="009E48C8"/>
    <w:rsid w:val="009F3C5C"/>
    <w:rsid w:val="009F4610"/>
    <w:rsid w:val="009F7A74"/>
    <w:rsid w:val="00A00ECC"/>
    <w:rsid w:val="00A155EE"/>
    <w:rsid w:val="00A2245B"/>
    <w:rsid w:val="00A245B2"/>
    <w:rsid w:val="00A30110"/>
    <w:rsid w:val="00A34625"/>
    <w:rsid w:val="00A3632D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1E37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AF4974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0F41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4F9D"/>
    <w:rsid w:val="00EC4899"/>
    <w:rsid w:val="00ED03AB"/>
    <w:rsid w:val="00ED1749"/>
    <w:rsid w:val="00ED26A0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  <w:style w:type="paragraph" w:customStyle="1" w:styleId="paragraph">
    <w:name w:val="paragraph"/>
    <w:basedOn w:val="Normalny"/>
    <w:rsid w:val="00ED26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D26A0"/>
  </w:style>
  <w:style w:type="character" w:customStyle="1" w:styleId="spellingerror">
    <w:name w:val="spellingerror"/>
    <w:basedOn w:val="Domylnaczcionkaakapitu"/>
    <w:rsid w:val="00ED26A0"/>
  </w:style>
  <w:style w:type="character" w:customStyle="1" w:styleId="eop">
    <w:name w:val="eop"/>
    <w:basedOn w:val="Domylnaczcionkaakapitu"/>
    <w:rsid w:val="00ED2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35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21599-F01A-4947-A29E-7FA8B2C38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119D92-4FBA-417F-8FA7-CA98F8413F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56B854-1AD1-467B-BC4B-2F0F720E6E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90E54A-0A86-45F9-ABC8-4891E32E1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1</Pages>
  <Words>1008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20</cp:revision>
  <cp:lastPrinted>2019-02-06T12:12:00Z</cp:lastPrinted>
  <dcterms:created xsi:type="dcterms:W3CDTF">2020-10-26T02:14:00Z</dcterms:created>
  <dcterms:modified xsi:type="dcterms:W3CDTF">2020-12-15T18:52:00Z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